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9C0" w:rsidRPr="00DD09F0" w:rsidRDefault="00977787" w:rsidP="00483A50">
      <w:pPr>
        <w:pStyle w:val="Stopka"/>
        <w:tabs>
          <w:tab w:val="left" w:pos="615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DD09F0">
        <w:rPr>
          <w:rFonts w:asciiTheme="minorHAnsi" w:hAnsiTheme="minorHAnsi" w:cstheme="minorHAnsi"/>
          <w:noProof/>
          <w:sz w:val="20"/>
          <w:szCs w:val="20"/>
          <w:lang w:eastAsia="pl-PL"/>
        </w:rPr>
        <w:t xml:space="preserve"> </w:t>
      </w:r>
      <w:r w:rsidR="00F2188A" w:rsidRPr="00DD09F0">
        <w:rPr>
          <w:rFonts w:asciiTheme="minorHAnsi" w:hAnsiTheme="minorHAnsi" w:cstheme="minorHAnsi"/>
          <w:sz w:val="20"/>
          <w:szCs w:val="20"/>
        </w:rPr>
        <w:t>Zał</w:t>
      </w:r>
      <w:r w:rsidR="004B6E2C" w:rsidRPr="00DD09F0">
        <w:rPr>
          <w:rFonts w:asciiTheme="minorHAnsi" w:hAnsiTheme="minorHAnsi" w:cstheme="minorHAnsi"/>
          <w:sz w:val="20"/>
          <w:szCs w:val="20"/>
        </w:rPr>
        <w:t>ączn</w:t>
      </w:r>
      <w:r w:rsidR="00BB68AF" w:rsidRPr="00DD09F0">
        <w:rPr>
          <w:rFonts w:asciiTheme="minorHAnsi" w:hAnsiTheme="minorHAnsi" w:cstheme="minorHAnsi"/>
          <w:sz w:val="20"/>
          <w:szCs w:val="20"/>
        </w:rPr>
        <w:t>ik nr 2</w:t>
      </w:r>
      <w:r w:rsidR="00BA19C0" w:rsidRPr="00DD09F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2188A" w:rsidRPr="00DD09F0" w:rsidRDefault="00F2188A" w:rsidP="00F2188A">
      <w:pPr>
        <w:pStyle w:val="Tekstpodstawowy3"/>
        <w:tabs>
          <w:tab w:val="left" w:pos="9000"/>
        </w:tabs>
        <w:ind w:right="70"/>
        <w:rPr>
          <w:rFonts w:asciiTheme="minorHAnsi" w:hAnsiTheme="minorHAnsi" w:cstheme="minorHAnsi"/>
          <w:sz w:val="20"/>
          <w:szCs w:val="20"/>
        </w:rPr>
      </w:pPr>
    </w:p>
    <w:p w:rsidR="00F2188A" w:rsidRPr="00DD09F0" w:rsidRDefault="00BC07E5" w:rsidP="00F2188A">
      <w:pPr>
        <w:pStyle w:val="Tekstpodstawowy3"/>
        <w:tabs>
          <w:tab w:val="left" w:pos="9000"/>
        </w:tabs>
        <w:ind w:right="70"/>
        <w:rPr>
          <w:rFonts w:asciiTheme="minorHAnsi" w:hAnsiTheme="minorHAnsi" w:cstheme="minorHAnsi"/>
          <w:sz w:val="20"/>
          <w:szCs w:val="20"/>
        </w:rPr>
      </w:pPr>
      <w:r w:rsidRPr="00DD09F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113030</wp:posOffset>
                </wp:positionV>
                <wp:extent cx="2157730" cy="450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9A5" w:rsidRDefault="007649A5">
                            <w:pPr>
                              <w:spacing w:after="0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.45pt;margin-top:8.9pt;width:169.9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" o:allowincell="f" stroked="f">
                <v:textbox>
                  <w:txbxContent>
                    <w:p w:rsidR="007649A5" w:rsidRDefault="007649A5">
                      <w:pPr>
                        <w:spacing w:after="0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188A" w:rsidRPr="00DD09F0">
        <w:rPr>
          <w:rFonts w:asciiTheme="minorHAnsi" w:hAnsiTheme="minorHAnsi" w:cstheme="minorHAnsi"/>
          <w:sz w:val="20"/>
          <w:szCs w:val="20"/>
        </w:rPr>
        <w:tab/>
      </w:r>
      <w:r w:rsidR="00F2188A" w:rsidRPr="00DD09F0">
        <w:rPr>
          <w:rFonts w:asciiTheme="minorHAnsi" w:hAnsiTheme="minorHAnsi" w:cstheme="minorHAnsi"/>
          <w:sz w:val="20"/>
          <w:szCs w:val="20"/>
        </w:rPr>
        <w:tab/>
      </w:r>
      <w:r w:rsidR="00F2188A" w:rsidRPr="00DD09F0">
        <w:rPr>
          <w:rFonts w:asciiTheme="minorHAnsi" w:hAnsiTheme="minorHAnsi" w:cstheme="minorHAnsi"/>
          <w:sz w:val="20"/>
          <w:szCs w:val="20"/>
        </w:rPr>
        <w:tab/>
      </w:r>
    </w:p>
    <w:p w:rsidR="00F2188A" w:rsidRPr="00DD09F0" w:rsidRDefault="00F2188A" w:rsidP="00F2188A">
      <w:pPr>
        <w:pStyle w:val="Tekstpodstawowy3"/>
        <w:tabs>
          <w:tab w:val="left" w:pos="9000"/>
        </w:tabs>
        <w:ind w:right="70"/>
        <w:rPr>
          <w:rFonts w:asciiTheme="minorHAnsi" w:hAnsiTheme="minorHAnsi" w:cstheme="minorHAnsi"/>
          <w:sz w:val="20"/>
          <w:szCs w:val="20"/>
        </w:rPr>
      </w:pPr>
      <w:r w:rsidRPr="00DD09F0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F2188A" w:rsidRPr="00DD09F0" w:rsidRDefault="00F2188A" w:rsidP="00F2188A">
      <w:pPr>
        <w:pStyle w:val="Tekstpodstawowy3"/>
        <w:tabs>
          <w:tab w:val="left" w:pos="9000"/>
        </w:tabs>
        <w:ind w:right="70"/>
        <w:rPr>
          <w:rFonts w:asciiTheme="minorHAnsi" w:hAnsiTheme="minorHAnsi" w:cstheme="minorHAnsi"/>
          <w:i/>
          <w:sz w:val="20"/>
          <w:szCs w:val="20"/>
        </w:rPr>
      </w:pPr>
      <w:r w:rsidRPr="00DD09F0">
        <w:rPr>
          <w:rFonts w:asciiTheme="minorHAnsi" w:hAnsiTheme="minorHAnsi" w:cstheme="minorHAnsi"/>
          <w:i/>
          <w:sz w:val="20"/>
          <w:szCs w:val="20"/>
        </w:rPr>
        <w:t xml:space="preserve">             pieczęć firmowa</w:t>
      </w:r>
    </w:p>
    <w:p w:rsidR="00F2188A" w:rsidRPr="00DD09F0" w:rsidRDefault="00F2188A" w:rsidP="00F2188A">
      <w:pPr>
        <w:pStyle w:val="Tekstpodstawowy3"/>
        <w:tabs>
          <w:tab w:val="left" w:pos="9000"/>
        </w:tabs>
        <w:ind w:right="7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09F0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                ......................................................................................................................................... 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                                                                          (nazwa firmy, adres, NIP, REGON, nr telefonu) 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  <w:t xml:space="preserve">       …………………………………………………………………………………………………………………………………………………………………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F2188A" w:rsidRPr="00DD09F0" w:rsidRDefault="00F2188A" w:rsidP="00F218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:rsidR="00DD09F0" w:rsidRPr="00DD09F0" w:rsidRDefault="00F2188A" w:rsidP="00DD09F0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right="4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sz w:val="20"/>
          <w:szCs w:val="20"/>
        </w:rPr>
        <w:t xml:space="preserve">W odpowiedzi na zapytanie ofertowe opublikowane przez </w:t>
      </w:r>
      <w:r w:rsidR="00DD09F0">
        <w:rPr>
          <w:rFonts w:asciiTheme="minorHAnsi" w:hAnsiTheme="minorHAnsi" w:cstheme="minorHAnsi"/>
          <w:i/>
          <w:sz w:val="20"/>
          <w:szCs w:val="20"/>
        </w:rPr>
        <w:t>Szkołę Podstawową Specjalną</w:t>
      </w:r>
      <w:r w:rsidR="00DA3574">
        <w:rPr>
          <w:rFonts w:asciiTheme="minorHAnsi" w:hAnsiTheme="minorHAnsi" w:cstheme="minorHAnsi"/>
          <w:i/>
          <w:sz w:val="20"/>
          <w:szCs w:val="20"/>
        </w:rPr>
        <w:t xml:space="preserve"> Młodzieżowego Ośrodka Socjoterapii</w:t>
      </w:r>
      <w:bookmarkStart w:id="0" w:name="_GoBack"/>
      <w:bookmarkEnd w:id="0"/>
      <w:r w:rsidR="00DD09F0">
        <w:rPr>
          <w:rFonts w:asciiTheme="minorHAnsi" w:hAnsiTheme="minorHAnsi" w:cstheme="minorHAnsi"/>
          <w:i/>
          <w:sz w:val="20"/>
          <w:szCs w:val="20"/>
        </w:rPr>
        <w:t xml:space="preserve"> w Waniorowie </w:t>
      </w:r>
      <w:r w:rsidRPr="00DD09F0">
        <w:rPr>
          <w:rFonts w:asciiTheme="minorHAnsi" w:hAnsiTheme="minorHAnsi" w:cstheme="minorHAnsi"/>
          <w:sz w:val="20"/>
          <w:szCs w:val="20"/>
        </w:rPr>
        <w:t xml:space="preserve">dotyczące złożenia oferty cenowej na </w:t>
      </w:r>
      <w:r w:rsidR="007649A5" w:rsidRPr="00DD09F0">
        <w:rPr>
          <w:rFonts w:asciiTheme="minorHAnsi" w:hAnsiTheme="minorHAnsi" w:cstheme="minorHAnsi"/>
          <w:i/>
          <w:sz w:val="20"/>
          <w:szCs w:val="20"/>
        </w:rPr>
        <w:t>Dostawę, szkolenie i montaż sprzętu TIK w ramach Rządowego programu rozwijania szkolnej infrastruktury oraz kompetencji uczniów i nauczycieli w zakresie technologii informacyjno-komunikacyjnych – „Aktywna tablica”</w:t>
      </w:r>
    </w:p>
    <w:p w:rsidR="00DD09F0" w:rsidRPr="004B6E2C" w:rsidRDefault="00DD09F0" w:rsidP="00DD09F0">
      <w:pPr>
        <w:autoSpaceDE w:val="0"/>
        <w:autoSpaceDN w:val="0"/>
        <w:adjustRightInd w:val="0"/>
        <w:spacing w:after="0" w:line="360" w:lineRule="auto"/>
        <w:ind w:right="401"/>
        <w:jc w:val="both"/>
        <w:rPr>
          <w:rFonts w:ascii="Arial" w:hAnsi="Arial" w:cs="Arial"/>
          <w:color w:val="000000"/>
          <w:sz w:val="14"/>
          <w:szCs w:val="14"/>
          <w:lang w:eastAsia="pl-PL"/>
        </w:rPr>
      </w:pPr>
    </w:p>
    <w:p w:rsidR="00DD09F0" w:rsidRDefault="00DD09F0" w:rsidP="00DD09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  <w:lang w:eastAsia="pl-PL"/>
        </w:rPr>
      </w:pPr>
    </w:p>
    <w:tbl>
      <w:tblPr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"/>
        <w:gridCol w:w="3714"/>
        <w:gridCol w:w="940"/>
        <w:gridCol w:w="1522"/>
        <w:gridCol w:w="1099"/>
        <w:gridCol w:w="751"/>
        <w:gridCol w:w="1322"/>
      </w:tblGrid>
      <w:tr w:rsidR="00DD09F0" w:rsidTr="005846CF">
        <w:trPr>
          <w:trHeight w:val="584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</w:t>
            </w:r>
          </w:p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</w:p>
        </w:tc>
      </w:tr>
      <w:tr w:rsidR="00DD09F0" w:rsidTr="005846CF">
        <w:trPr>
          <w:trHeight w:val="55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</w:tr>
      <w:tr w:rsidR="00DD09F0" w:rsidTr="005846CF">
        <w:trPr>
          <w:trHeight w:val="56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</w:tr>
      <w:tr w:rsidR="00DD09F0" w:rsidTr="005846CF">
        <w:trPr>
          <w:trHeight w:val="508"/>
        </w:trPr>
        <w:tc>
          <w:tcPr>
            <w:tcW w:w="5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9F0" w:rsidRDefault="00DD09F0" w:rsidP="005846CF">
            <w:pPr>
              <w:pStyle w:val="Tekstpodstawowy3"/>
              <w:tabs>
                <w:tab w:val="left" w:pos="9000"/>
              </w:tabs>
              <w:ind w:right="70"/>
              <w:jc w:val="left"/>
              <w:rPr>
                <w:sz w:val="20"/>
                <w:szCs w:val="20"/>
              </w:rPr>
            </w:pPr>
          </w:p>
        </w:tc>
      </w:tr>
    </w:tbl>
    <w:p w:rsidR="00F2188A" w:rsidRPr="00DD09F0" w:rsidRDefault="00F2188A" w:rsidP="00DD09F0">
      <w:pPr>
        <w:autoSpaceDE w:val="0"/>
        <w:autoSpaceDN w:val="0"/>
        <w:adjustRightInd w:val="0"/>
        <w:spacing w:after="0" w:line="360" w:lineRule="auto"/>
        <w:ind w:right="4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F2188A" w:rsidRPr="00DD09F0" w:rsidRDefault="00F2188A" w:rsidP="00F2188A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Oferuję wykonanie całości usługi objętej zamówieniem za cenę brutto wynoszącą ……………..zł    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Theme="minorHAnsi" w:hAnsiTheme="minorHAnsi" w:cstheme="minorHAnsi"/>
          <w:iCs/>
          <w:color w:val="000000" w:themeColor="text1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>(słownie…………………………………………………………..…….),</w:t>
      </w:r>
      <w:r w:rsidRPr="00DD09F0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Pr="00DD09F0">
        <w:rPr>
          <w:rFonts w:asciiTheme="minorHAnsi" w:hAnsiTheme="minorHAnsi" w:cstheme="minorHAnsi"/>
          <w:iCs/>
          <w:color w:val="000000" w:themeColor="text1"/>
          <w:sz w:val="20"/>
          <w:szCs w:val="20"/>
          <w:lang w:eastAsia="pl-PL"/>
        </w:rPr>
        <w:t>w tym</w:t>
      </w: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DD09F0">
        <w:rPr>
          <w:rFonts w:asciiTheme="minorHAnsi" w:hAnsiTheme="minorHAnsi" w:cstheme="minorHAnsi"/>
          <w:iCs/>
          <w:color w:val="000000" w:themeColor="text1"/>
          <w:sz w:val="20"/>
          <w:szCs w:val="20"/>
          <w:lang w:eastAsia="pl-PL"/>
        </w:rPr>
        <w:t xml:space="preserve">obowiązujący podatek 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Theme="minorHAnsi" w:hAnsiTheme="minorHAnsi" w:cstheme="minorHAnsi"/>
          <w:iCs/>
          <w:color w:val="000000" w:themeColor="text1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iCs/>
          <w:color w:val="000000" w:themeColor="text1"/>
          <w:sz w:val="20"/>
          <w:szCs w:val="20"/>
          <w:lang w:eastAsia="pl-PL"/>
        </w:rPr>
        <w:t>VAT ..… % (…………………zł).</w:t>
      </w:r>
    </w:p>
    <w:p w:rsidR="00F2188A" w:rsidRPr="00DD09F0" w:rsidRDefault="00F2188A" w:rsidP="00F2188A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iCs/>
          <w:color w:val="000000" w:themeColor="text1"/>
          <w:sz w:val="20"/>
          <w:szCs w:val="20"/>
          <w:lang w:eastAsia="pl-PL"/>
        </w:rPr>
      </w:pP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cenie oferty zostały uwzględnione wszystkie koszty niezbędne do zrealizowania zamówienia          </w:t>
      </w:r>
    </w:p>
    <w:p w:rsidR="00F2188A" w:rsidRPr="00DD09F0" w:rsidRDefault="00F2188A" w:rsidP="00F2188A">
      <w:pPr>
        <w:autoSpaceDE w:val="0"/>
        <w:autoSpaceDN w:val="0"/>
        <w:adjustRightInd w:val="0"/>
        <w:spacing w:after="0" w:line="360" w:lineRule="auto"/>
        <w:ind w:left="720" w:right="39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łącznie z </w:t>
      </w:r>
      <w:r w:rsidR="00F36E13"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>dostarczeniem, instalacją, uruchomieniem oraz zintegrowaniem zakupionych urządzeń i oprogramowania wchodzących w skład pomocy dydaktycznych z infrastrukturą szkolną</w:t>
      </w:r>
      <w:r w:rsidR="007649A5"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36E13"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oraz </w:t>
      </w:r>
      <w:r w:rsidR="007649A5"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>szkolenie nauczycieli w zakresie funkcji i obsługi sprzętu</w:t>
      </w: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 </w:t>
      </w:r>
    </w:p>
    <w:p w:rsidR="00F2188A" w:rsidRDefault="00F2188A" w:rsidP="00F2188A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right="39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>Zapoznałem/</w:t>
      </w:r>
      <w:proofErr w:type="spellStart"/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>am</w:t>
      </w:r>
      <w:proofErr w:type="spellEnd"/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się z treścią Zapytania Ofertowego i nie wnoszę do niego zastrzeżeń oraz akceptuję warunki w nim zawarte.</w:t>
      </w:r>
    </w:p>
    <w:p w:rsidR="00483A50" w:rsidRPr="00483A50" w:rsidRDefault="00483A50" w:rsidP="00483A50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right="39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83A50">
        <w:rPr>
          <w:rFonts w:asciiTheme="minorHAnsi" w:hAnsiTheme="minorHAnsi" w:cstheme="minorHAnsi"/>
          <w:color w:val="000000" w:themeColor="text1"/>
          <w:sz w:val="20"/>
          <w:szCs w:val="20"/>
        </w:rPr>
        <w:t>Zapoznałem/</w:t>
      </w:r>
      <w:proofErr w:type="spellStart"/>
      <w:r w:rsidRPr="00483A50">
        <w:rPr>
          <w:rFonts w:asciiTheme="minorHAnsi" w:hAnsiTheme="minorHAnsi" w:cstheme="minorHAnsi"/>
          <w:color w:val="000000" w:themeColor="text1"/>
          <w:sz w:val="20"/>
          <w:szCs w:val="20"/>
        </w:rPr>
        <w:t>am</w:t>
      </w:r>
      <w:proofErr w:type="spellEnd"/>
      <w:r w:rsidRPr="00483A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się ze wzorem umowy i zobowiązuję się, w przypadku wyboru mojej oferty, </w:t>
      </w:r>
      <w:r w:rsidRPr="00483A50">
        <w:rPr>
          <w:rFonts w:asciiTheme="minorHAnsi" w:hAnsiTheme="minorHAnsi" w:cstheme="minorHAnsi"/>
          <w:color w:val="000000" w:themeColor="text1"/>
          <w:sz w:val="20"/>
          <w:szCs w:val="20"/>
        </w:rPr>
        <w:br/>
        <w:t>do zawarcia umowy na warunkach w niej określonych, w miejscu i terminie wskazanym przez zamawiającego</w:t>
      </w:r>
    </w:p>
    <w:p w:rsidR="00DD09F0" w:rsidRPr="00DD09F0" w:rsidRDefault="00DD09F0" w:rsidP="00DD09F0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ar-SA"/>
        </w:rPr>
      </w:pPr>
      <w:r w:rsidRPr="00DD09F0">
        <w:rPr>
          <w:rFonts w:asciiTheme="minorHAnsi" w:hAnsiTheme="minorHAnsi" w:cstheme="minorHAnsi"/>
          <w:color w:val="000000" w:themeColor="text1"/>
          <w:sz w:val="20"/>
          <w:szCs w:val="20"/>
        </w:rPr>
        <w:t>Oświadczam, iż oferowane sprzęty spełniają warunki Programu Rządowego „Aktywna tablica”, opisane w części V ust. 1 pkt 2 podpunkty 1-7, Załącznika do uchwały nr 108/2017 Rady Ministrów z dnia 19 lipca 2017</w:t>
      </w:r>
    </w:p>
    <w:p w:rsidR="00DD09F0" w:rsidRPr="00DD09F0" w:rsidRDefault="00DD09F0" w:rsidP="00DD09F0">
      <w:pPr>
        <w:autoSpaceDE w:val="0"/>
        <w:autoSpaceDN w:val="0"/>
        <w:adjustRightInd w:val="0"/>
        <w:spacing w:after="0" w:line="360" w:lineRule="auto"/>
        <w:ind w:left="720" w:right="397"/>
        <w:jc w:val="both"/>
        <w:rPr>
          <w:rFonts w:asciiTheme="minorHAnsi" w:hAnsiTheme="minorHAnsi" w:cstheme="minorHAnsi"/>
          <w:color w:val="003300"/>
          <w:sz w:val="20"/>
          <w:szCs w:val="20"/>
        </w:rPr>
      </w:pPr>
    </w:p>
    <w:p w:rsidR="00F2188A" w:rsidRPr="00F2188A" w:rsidRDefault="00F2188A" w:rsidP="00F2188A">
      <w:pPr>
        <w:autoSpaceDE w:val="0"/>
        <w:autoSpaceDN w:val="0"/>
        <w:adjustRightInd w:val="0"/>
        <w:spacing w:after="0" w:line="360" w:lineRule="auto"/>
        <w:ind w:right="397"/>
        <w:jc w:val="both"/>
        <w:rPr>
          <w:rFonts w:ascii="Arial" w:hAnsi="Arial" w:cs="Arial"/>
          <w:color w:val="003300"/>
        </w:rPr>
      </w:pPr>
    </w:p>
    <w:p w:rsidR="00F2188A" w:rsidRDefault="00F2188A" w:rsidP="00F2188A">
      <w:pPr>
        <w:pStyle w:val="Tekstpodstawowy3"/>
        <w:tabs>
          <w:tab w:val="left" w:pos="9000"/>
        </w:tabs>
        <w:ind w:right="7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……………………………………..                                                                       …………………………………</w:t>
      </w:r>
      <w:r>
        <w:rPr>
          <w:sz w:val="20"/>
          <w:szCs w:val="20"/>
        </w:rPr>
        <w:tab/>
      </w:r>
    </w:p>
    <w:p w:rsidR="00F2188A" w:rsidRDefault="00F2188A" w:rsidP="00F2188A">
      <w:pPr>
        <w:pStyle w:val="Tekstpodstawowy3"/>
        <w:tabs>
          <w:tab w:val="left" w:pos="9000"/>
        </w:tabs>
        <w:ind w:right="70"/>
        <w:rPr>
          <w:i/>
          <w:sz w:val="18"/>
          <w:szCs w:val="18"/>
        </w:rPr>
      </w:pPr>
      <w:r>
        <w:rPr>
          <w:sz w:val="20"/>
          <w:szCs w:val="20"/>
        </w:rPr>
        <w:t xml:space="preserve">             </w:t>
      </w:r>
      <w:r>
        <w:rPr>
          <w:i/>
          <w:sz w:val="18"/>
          <w:szCs w:val="18"/>
        </w:rPr>
        <w:t>(miejscowość i data)                                                                                                                    (podpis)</w:t>
      </w:r>
    </w:p>
    <w:p w:rsidR="00DA33F0" w:rsidRPr="00CE4BF7" w:rsidRDefault="00DA33F0" w:rsidP="00CB2DF1">
      <w:pPr>
        <w:pStyle w:val="Default"/>
        <w:spacing w:after="52"/>
        <w:ind w:left="720"/>
        <w:rPr>
          <w:sz w:val="22"/>
          <w:szCs w:val="22"/>
        </w:rPr>
      </w:pPr>
    </w:p>
    <w:sectPr w:rsidR="00DA33F0" w:rsidRPr="00CE4BF7" w:rsidSect="004B6E2C">
      <w:headerReference w:type="default" r:id="rId7"/>
      <w:footerReference w:type="even" r:id="rId8"/>
      <w:type w:val="continuous"/>
      <w:pgSz w:w="11906" w:h="16838"/>
      <w:pgMar w:top="1514" w:right="720" w:bottom="851" w:left="720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AC4" w:rsidRDefault="005C4AC4">
      <w:pPr>
        <w:spacing w:after="0" w:line="240" w:lineRule="auto"/>
      </w:pPr>
      <w:r>
        <w:separator/>
      </w:r>
    </w:p>
  </w:endnote>
  <w:endnote w:type="continuationSeparator" w:id="0">
    <w:p w:rsidR="005C4AC4" w:rsidRDefault="005C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9A5" w:rsidRDefault="007649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49A5" w:rsidRDefault="007649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AC4" w:rsidRDefault="005C4AC4">
      <w:pPr>
        <w:spacing w:after="0" w:line="240" w:lineRule="auto"/>
      </w:pPr>
      <w:r>
        <w:separator/>
      </w:r>
    </w:p>
  </w:footnote>
  <w:footnote w:type="continuationSeparator" w:id="0">
    <w:p w:rsidR="005C4AC4" w:rsidRDefault="005C4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9A5" w:rsidRDefault="007649A5" w:rsidP="000B2BE9">
    <w:pPr>
      <w:pStyle w:val="Stopka"/>
      <w:tabs>
        <w:tab w:val="clear" w:pos="4536"/>
        <w:tab w:val="clear" w:pos="9072"/>
        <w:tab w:val="center" w:pos="4962"/>
        <w:tab w:val="left" w:pos="9060"/>
        <w:tab w:val="right" w:pos="9498"/>
      </w:tabs>
    </w:pPr>
    <w:r w:rsidRPr="00BE27D3">
      <w:rPr>
        <w:rFonts w:ascii="Arial" w:hAnsi="Arial" w:cs="Arial"/>
        <w:sz w:val="16"/>
        <w:szCs w:val="16"/>
      </w:rPr>
      <w:tab/>
      <w:t xml:space="preserve">        </w:t>
    </w:r>
    <w:r>
      <w:rPr>
        <w:rFonts w:ascii="Arial" w:hAnsi="Arial" w:cs="Arial"/>
        <w:sz w:val="16"/>
        <w:szCs w:val="16"/>
      </w:rPr>
      <w:t xml:space="preserve">     </w:t>
    </w:r>
    <w:r w:rsidRPr="00BE27D3">
      <w:rPr>
        <w:rFonts w:ascii="Arial" w:hAnsi="Arial" w:cs="Arial"/>
        <w:sz w:val="16"/>
        <w:szCs w:val="16"/>
      </w:rPr>
      <w:t xml:space="preserve">            </w:t>
    </w:r>
    <w:r w:rsidRPr="00BE27D3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7649A5" w:rsidRPr="00BA19C0" w:rsidRDefault="007649A5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6230"/>
    <w:multiLevelType w:val="hybridMultilevel"/>
    <w:tmpl w:val="16566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3E68EA"/>
    <w:multiLevelType w:val="hybridMultilevel"/>
    <w:tmpl w:val="2BD63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B5DB4"/>
    <w:multiLevelType w:val="hybridMultilevel"/>
    <w:tmpl w:val="A8147E24"/>
    <w:lvl w:ilvl="0" w:tplc="ECD8D3D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952371A"/>
    <w:multiLevelType w:val="hybridMultilevel"/>
    <w:tmpl w:val="31D06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926F1"/>
    <w:multiLevelType w:val="hybridMultilevel"/>
    <w:tmpl w:val="6DCA4A92"/>
    <w:lvl w:ilvl="0" w:tplc="E2161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6EC1"/>
    <w:multiLevelType w:val="hybridMultilevel"/>
    <w:tmpl w:val="7742A758"/>
    <w:lvl w:ilvl="0" w:tplc="E2161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C17C5"/>
    <w:multiLevelType w:val="hybridMultilevel"/>
    <w:tmpl w:val="C30073D2"/>
    <w:lvl w:ilvl="0" w:tplc="1BAE5826">
      <w:start w:val="1"/>
      <w:numFmt w:val="decimal"/>
      <w:lvlText w:val="%1)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E30562"/>
    <w:multiLevelType w:val="hybridMultilevel"/>
    <w:tmpl w:val="80ACE5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34A1F"/>
    <w:multiLevelType w:val="hybridMultilevel"/>
    <w:tmpl w:val="9BEA05D4"/>
    <w:lvl w:ilvl="0" w:tplc="09D8F8C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DE9C9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C0DD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F8A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6C64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FAF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7260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4C96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0435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3B30B5"/>
    <w:multiLevelType w:val="hybridMultilevel"/>
    <w:tmpl w:val="9F8C44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B271A9"/>
    <w:multiLevelType w:val="hybridMultilevel"/>
    <w:tmpl w:val="6AACB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05400"/>
    <w:multiLevelType w:val="hybridMultilevel"/>
    <w:tmpl w:val="AE580202"/>
    <w:lvl w:ilvl="0" w:tplc="722452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F934B3"/>
    <w:multiLevelType w:val="hybridMultilevel"/>
    <w:tmpl w:val="F7284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734FE"/>
    <w:multiLevelType w:val="hybridMultilevel"/>
    <w:tmpl w:val="81F64A56"/>
    <w:lvl w:ilvl="0" w:tplc="342242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5499C"/>
    <w:multiLevelType w:val="hybridMultilevel"/>
    <w:tmpl w:val="3678F83E"/>
    <w:lvl w:ilvl="0" w:tplc="A5A2B4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B6DEB"/>
    <w:multiLevelType w:val="hybridMultilevel"/>
    <w:tmpl w:val="EB0CC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91110"/>
    <w:multiLevelType w:val="hybridMultilevel"/>
    <w:tmpl w:val="DE2E0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A4CB1"/>
    <w:multiLevelType w:val="hybridMultilevel"/>
    <w:tmpl w:val="3696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6C6D24"/>
    <w:multiLevelType w:val="hybridMultilevel"/>
    <w:tmpl w:val="0868B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E3DE4"/>
    <w:multiLevelType w:val="hybridMultilevel"/>
    <w:tmpl w:val="4372D9AA"/>
    <w:lvl w:ilvl="0" w:tplc="2FCAADC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A326710"/>
    <w:multiLevelType w:val="hybridMultilevel"/>
    <w:tmpl w:val="0DA6EE28"/>
    <w:lvl w:ilvl="0" w:tplc="58CCF3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D82473"/>
    <w:multiLevelType w:val="hybridMultilevel"/>
    <w:tmpl w:val="291A524E"/>
    <w:lvl w:ilvl="0" w:tplc="C532C4F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033F6"/>
    <w:multiLevelType w:val="hybridMultilevel"/>
    <w:tmpl w:val="C0506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41E69"/>
    <w:multiLevelType w:val="hybridMultilevel"/>
    <w:tmpl w:val="AA364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A09A5"/>
    <w:multiLevelType w:val="hybridMultilevel"/>
    <w:tmpl w:val="CA4A29AC"/>
    <w:lvl w:ilvl="0" w:tplc="D8363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113F1"/>
    <w:multiLevelType w:val="hybridMultilevel"/>
    <w:tmpl w:val="3C9C8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01818"/>
    <w:multiLevelType w:val="hybridMultilevel"/>
    <w:tmpl w:val="37B48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D0B9F"/>
    <w:multiLevelType w:val="hybridMultilevel"/>
    <w:tmpl w:val="1CDC7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2650A"/>
    <w:multiLevelType w:val="hybridMultilevel"/>
    <w:tmpl w:val="B8F05B60"/>
    <w:lvl w:ilvl="0" w:tplc="C7FA45E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88712C9"/>
    <w:multiLevelType w:val="hybridMultilevel"/>
    <w:tmpl w:val="D532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822429"/>
    <w:multiLevelType w:val="hybridMultilevel"/>
    <w:tmpl w:val="E686215A"/>
    <w:lvl w:ilvl="0" w:tplc="722452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CB3F34"/>
    <w:multiLevelType w:val="hybridMultilevel"/>
    <w:tmpl w:val="5C56C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F338F"/>
    <w:multiLevelType w:val="hybridMultilevel"/>
    <w:tmpl w:val="83389D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9"/>
  </w:num>
  <w:num w:numId="5">
    <w:abstractNumId w:val="0"/>
  </w:num>
  <w:num w:numId="6">
    <w:abstractNumId w:val="6"/>
  </w:num>
  <w:num w:numId="7">
    <w:abstractNumId w:val="27"/>
  </w:num>
  <w:num w:numId="8">
    <w:abstractNumId w:val="11"/>
  </w:num>
  <w:num w:numId="9">
    <w:abstractNumId w:val="30"/>
  </w:num>
  <w:num w:numId="10">
    <w:abstractNumId w:val="5"/>
  </w:num>
  <w:num w:numId="11">
    <w:abstractNumId w:val="10"/>
  </w:num>
  <w:num w:numId="12">
    <w:abstractNumId w:val="4"/>
  </w:num>
  <w:num w:numId="13">
    <w:abstractNumId w:val="18"/>
  </w:num>
  <w:num w:numId="14">
    <w:abstractNumId w:val="14"/>
  </w:num>
  <w:num w:numId="15">
    <w:abstractNumId w:val="1"/>
  </w:num>
  <w:num w:numId="16">
    <w:abstractNumId w:val="2"/>
  </w:num>
  <w:num w:numId="17">
    <w:abstractNumId w:val="26"/>
  </w:num>
  <w:num w:numId="18">
    <w:abstractNumId w:val="25"/>
  </w:num>
  <w:num w:numId="19">
    <w:abstractNumId w:val="13"/>
  </w:num>
  <w:num w:numId="20">
    <w:abstractNumId w:val="15"/>
  </w:num>
  <w:num w:numId="21">
    <w:abstractNumId w:val="21"/>
  </w:num>
  <w:num w:numId="22">
    <w:abstractNumId w:val="12"/>
  </w:num>
  <w:num w:numId="23">
    <w:abstractNumId w:val="29"/>
  </w:num>
  <w:num w:numId="24">
    <w:abstractNumId w:val="32"/>
  </w:num>
  <w:num w:numId="25">
    <w:abstractNumId w:val="3"/>
  </w:num>
  <w:num w:numId="26">
    <w:abstractNumId w:val="28"/>
  </w:num>
  <w:num w:numId="27">
    <w:abstractNumId w:val="24"/>
  </w:num>
  <w:num w:numId="28">
    <w:abstractNumId w:val="20"/>
  </w:num>
  <w:num w:numId="29">
    <w:abstractNumId w:val="31"/>
  </w:num>
  <w:num w:numId="30">
    <w:abstractNumId w:val="22"/>
  </w:num>
  <w:num w:numId="31">
    <w:abstractNumId w:val="23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4C9"/>
    <w:rsid w:val="00005DF0"/>
    <w:rsid w:val="000079B9"/>
    <w:rsid w:val="00023D1E"/>
    <w:rsid w:val="00034494"/>
    <w:rsid w:val="00056355"/>
    <w:rsid w:val="00060E16"/>
    <w:rsid w:val="0006611B"/>
    <w:rsid w:val="00066BC1"/>
    <w:rsid w:val="000725B6"/>
    <w:rsid w:val="00077F20"/>
    <w:rsid w:val="00093978"/>
    <w:rsid w:val="000A1702"/>
    <w:rsid w:val="000A71A3"/>
    <w:rsid w:val="000B0350"/>
    <w:rsid w:val="000B2BE9"/>
    <w:rsid w:val="000B4644"/>
    <w:rsid w:val="000B6321"/>
    <w:rsid w:val="000B65A0"/>
    <w:rsid w:val="000C3DFC"/>
    <w:rsid w:val="000C4146"/>
    <w:rsid w:val="000C6F81"/>
    <w:rsid w:val="000E0C89"/>
    <w:rsid w:val="000E45F8"/>
    <w:rsid w:val="000E4765"/>
    <w:rsid w:val="001065D0"/>
    <w:rsid w:val="00107737"/>
    <w:rsid w:val="00117520"/>
    <w:rsid w:val="00122046"/>
    <w:rsid w:val="00122F22"/>
    <w:rsid w:val="00133484"/>
    <w:rsid w:val="00136F07"/>
    <w:rsid w:val="00144D8C"/>
    <w:rsid w:val="00146999"/>
    <w:rsid w:val="0014740D"/>
    <w:rsid w:val="00154B81"/>
    <w:rsid w:val="001633DE"/>
    <w:rsid w:val="001634D5"/>
    <w:rsid w:val="0016427E"/>
    <w:rsid w:val="00181D1E"/>
    <w:rsid w:val="00195402"/>
    <w:rsid w:val="001A790F"/>
    <w:rsid w:val="001B1383"/>
    <w:rsid w:val="001B2212"/>
    <w:rsid w:val="001D0CD0"/>
    <w:rsid w:val="001E39B6"/>
    <w:rsid w:val="001E3D2A"/>
    <w:rsid w:val="001F598D"/>
    <w:rsid w:val="00213C7D"/>
    <w:rsid w:val="00217D16"/>
    <w:rsid w:val="00235B3E"/>
    <w:rsid w:val="0023797D"/>
    <w:rsid w:val="0024131D"/>
    <w:rsid w:val="0024459C"/>
    <w:rsid w:val="00247BD1"/>
    <w:rsid w:val="00251A7B"/>
    <w:rsid w:val="00256F46"/>
    <w:rsid w:val="0027231A"/>
    <w:rsid w:val="00272FE7"/>
    <w:rsid w:val="00296181"/>
    <w:rsid w:val="002B6DC8"/>
    <w:rsid w:val="002C03F2"/>
    <w:rsid w:val="002D2AFB"/>
    <w:rsid w:val="002F2687"/>
    <w:rsid w:val="002F60B8"/>
    <w:rsid w:val="0031206D"/>
    <w:rsid w:val="00327949"/>
    <w:rsid w:val="00337563"/>
    <w:rsid w:val="00364EED"/>
    <w:rsid w:val="00366AFB"/>
    <w:rsid w:val="003679DB"/>
    <w:rsid w:val="00370B49"/>
    <w:rsid w:val="00373BAC"/>
    <w:rsid w:val="00374A1E"/>
    <w:rsid w:val="00380532"/>
    <w:rsid w:val="00380D97"/>
    <w:rsid w:val="00381858"/>
    <w:rsid w:val="00394415"/>
    <w:rsid w:val="00394685"/>
    <w:rsid w:val="003A00E5"/>
    <w:rsid w:val="003A24C9"/>
    <w:rsid w:val="003A2F89"/>
    <w:rsid w:val="003B666D"/>
    <w:rsid w:val="003C6823"/>
    <w:rsid w:val="003D130E"/>
    <w:rsid w:val="003D2BB6"/>
    <w:rsid w:val="003E63C4"/>
    <w:rsid w:val="0041015F"/>
    <w:rsid w:val="00410C43"/>
    <w:rsid w:val="00412539"/>
    <w:rsid w:val="00420A83"/>
    <w:rsid w:val="0042772D"/>
    <w:rsid w:val="004314CC"/>
    <w:rsid w:val="00440A42"/>
    <w:rsid w:val="004618EE"/>
    <w:rsid w:val="00463C4F"/>
    <w:rsid w:val="004667D3"/>
    <w:rsid w:val="00476EA0"/>
    <w:rsid w:val="004826FC"/>
    <w:rsid w:val="00483A50"/>
    <w:rsid w:val="00486DF4"/>
    <w:rsid w:val="00495558"/>
    <w:rsid w:val="00495650"/>
    <w:rsid w:val="0049710C"/>
    <w:rsid w:val="004A46B6"/>
    <w:rsid w:val="004A5F99"/>
    <w:rsid w:val="004A6EB1"/>
    <w:rsid w:val="004B6C71"/>
    <w:rsid w:val="004B6E2C"/>
    <w:rsid w:val="004B703B"/>
    <w:rsid w:val="004C249F"/>
    <w:rsid w:val="004D127F"/>
    <w:rsid w:val="00500FF9"/>
    <w:rsid w:val="00501337"/>
    <w:rsid w:val="00510382"/>
    <w:rsid w:val="00514A8A"/>
    <w:rsid w:val="0051500B"/>
    <w:rsid w:val="005255C7"/>
    <w:rsid w:val="00525813"/>
    <w:rsid w:val="00537C36"/>
    <w:rsid w:val="005468C7"/>
    <w:rsid w:val="0055606A"/>
    <w:rsid w:val="005606D5"/>
    <w:rsid w:val="00571EDC"/>
    <w:rsid w:val="00575894"/>
    <w:rsid w:val="0057634D"/>
    <w:rsid w:val="0058052E"/>
    <w:rsid w:val="005871AC"/>
    <w:rsid w:val="0059192D"/>
    <w:rsid w:val="00592B9C"/>
    <w:rsid w:val="005A0BD6"/>
    <w:rsid w:val="005A2C8F"/>
    <w:rsid w:val="005B2427"/>
    <w:rsid w:val="005B2824"/>
    <w:rsid w:val="005C100E"/>
    <w:rsid w:val="005C1041"/>
    <w:rsid w:val="005C4AC4"/>
    <w:rsid w:val="005D22DD"/>
    <w:rsid w:val="005D26BB"/>
    <w:rsid w:val="005D4E3D"/>
    <w:rsid w:val="005E00F0"/>
    <w:rsid w:val="005E05AF"/>
    <w:rsid w:val="005E204C"/>
    <w:rsid w:val="005F11C3"/>
    <w:rsid w:val="005F7A8D"/>
    <w:rsid w:val="006123A6"/>
    <w:rsid w:val="0061698E"/>
    <w:rsid w:val="006227AF"/>
    <w:rsid w:val="006345AA"/>
    <w:rsid w:val="00644A3F"/>
    <w:rsid w:val="00652C4A"/>
    <w:rsid w:val="0065343E"/>
    <w:rsid w:val="00662EA2"/>
    <w:rsid w:val="006663BE"/>
    <w:rsid w:val="00671059"/>
    <w:rsid w:val="00671F61"/>
    <w:rsid w:val="00676206"/>
    <w:rsid w:val="006826EB"/>
    <w:rsid w:val="00684D70"/>
    <w:rsid w:val="006943EB"/>
    <w:rsid w:val="006A0479"/>
    <w:rsid w:val="006B331F"/>
    <w:rsid w:val="006F5C0C"/>
    <w:rsid w:val="00701D82"/>
    <w:rsid w:val="007028E4"/>
    <w:rsid w:val="00705BFB"/>
    <w:rsid w:val="0070631A"/>
    <w:rsid w:val="007153AB"/>
    <w:rsid w:val="00716840"/>
    <w:rsid w:val="00717FEF"/>
    <w:rsid w:val="0072414C"/>
    <w:rsid w:val="00730E19"/>
    <w:rsid w:val="00741D93"/>
    <w:rsid w:val="0075287D"/>
    <w:rsid w:val="00762034"/>
    <w:rsid w:val="007649A5"/>
    <w:rsid w:val="00780601"/>
    <w:rsid w:val="00783B76"/>
    <w:rsid w:val="007879C7"/>
    <w:rsid w:val="00790C58"/>
    <w:rsid w:val="007975F6"/>
    <w:rsid w:val="007A6EFE"/>
    <w:rsid w:val="007B0C23"/>
    <w:rsid w:val="007C0EF7"/>
    <w:rsid w:val="007D2833"/>
    <w:rsid w:val="007D6308"/>
    <w:rsid w:val="007E2454"/>
    <w:rsid w:val="007E418A"/>
    <w:rsid w:val="007F0CCC"/>
    <w:rsid w:val="007F7581"/>
    <w:rsid w:val="00803CF5"/>
    <w:rsid w:val="008065E3"/>
    <w:rsid w:val="00807074"/>
    <w:rsid w:val="0081010C"/>
    <w:rsid w:val="00810393"/>
    <w:rsid w:val="00812555"/>
    <w:rsid w:val="00812830"/>
    <w:rsid w:val="00835C89"/>
    <w:rsid w:val="008376BD"/>
    <w:rsid w:val="00842E03"/>
    <w:rsid w:val="00845B37"/>
    <w:rsid w:val="00845E2F"/>
    <w:rsid w:val="00854B05"/>
    <w:rsid w:val="00871349"/>
    <w:rsid w:val="00873842"/>
    <w:rsid w:val="00880ABD"/>
    <w:rsid w:val="00882CCC"/>
    <w:rsid w:val="008B09C6"/>
    <w:rsid w:val="008B5506"/>
    <w:rsid w:val="008B7C13"/>
    <w:rsid w:val="008E0D42"/>
    <w:rsid w:val="008E1CD2"/>
    <w:rsid w:val="008E4147"/>
    <w:rsid w:val="008E47C6"/>
    <w:rsid w:val="008E49D4"/>
    <w:rsid w:val="00905E53"/>
    <w:rsid w:val="00913CCF"/>
    <w:rsid w:val="0091455C"/>
    <w:rsid w:val="009212F7"/>
    <w:rsid w:val="00921EE5"/>
    <w:rsid w:val="00927CC8"/>
    <w:rsid w:val="0094051C"/>
    <w:rsid w:val="00960F8E"/>
    <w:rsid w:val="0097006C"/>
    <w:rsid w:val="00971593"/>
    <w:rsid w:val="00975264"/>
    <w:rsid w:val="00977787"/>
    <w:rsid w:val="0099593D"/>
    <w:rsid w:val="00996C1F"/>
    <w:rsid w:val="009971D3"/>
    <w:rsid w:val="009A54C0"/>
    <w:rsid w:val="009B1DD1"/>
    <w:rsid w:val="009B709F"/>
    <w:rsid w:val="009C58C3"/>
    <w:rsid w:val="009D2BF8"/>
    <w:rsid w:val="009F25DB"/>
    <w:rsid w:val="009F6AC0"/>
    <w:rsid w:val="00A01DAC"/>
    <w:rsid w:val="00A060AC"/>
    <w:rsid w:val="00A177F1"/>
    <w:rsid w:val="00A232DB"/>
    <w:rsid w:val="00A274E1"/>
    <w:rsid w:val="00A30F88"/>
    <w:rsid w:val="00A33860"/>
    <w:rsid w:val="00A442EF"/>
    <w:rsid w:val="00A50F1E"/>
    <w:rsid w:val="00A51532"/>
    <w:rsid w:val="00A548C6"/>
    <w:rsid w:val="00A61513"/>
    <w:rsid w:val="00A67006"/>
    <w:rsid w:val="00A70BEF"/>
    <w:rsid w:val="00A73FEC"/>
    <w:rsid w:val="00A74720"/>
    <w:rsid w:val="00A960E8"/>
    <w:rsid w:val="00AA555C"/>
    <w:rsid w:val="00AA7283"/>
    <w:rsid w:val="00AA7D98"/>
    <w:rsid w:val="00AB2116"/>
    <w:rsid w:val="00AC38E6"/>
    <w:rsid w:val="00AF3AF0"/>
    <w:rsid w:val="00AF40EA"/>
    <w:rsid w:val="00B007F7"/>
    <w:rsid w:val="00B00B7B"/>
    <w:rsid w:val="00B02C81"/>
    <w:rsid w:val="00B1036F"/>
    <w:rsid w:val="00B11B1A"/>
    <w:rsid w:val="00B25E0F"/>
    <w:rsid w:val="00B31825"/>
    <w:rsid w:val="00B319B8"/>
    <w:rsid w:val="00B55DA2"/>
    <w:rsid w:val="00B652CE"/>
    <w:rsid w:val="00B72E9B"/>
    <w:rsid w:val="00B730D2"/>
    <w:rsid w:val="00B766CA"/>
    <w:rsid w:val="00B80EE9"/>
    <w:rsid w:val="00B82F6E"/>
    <w:rsid w:val="00B832D8"/>
    <w:rsid w:val="00B916E3"/>
    <w:rsid w:val="00B92D36"/>
    <w:rsid w:val="00B945BC"/>
    <w:rsid w:val="00B95D5B"/>
    <w:rsid w:val="00BA19C0"/>
    <w:rsid w:val="00BA1A72"/>
    <w:rsid w:val="00BA2F5E"/>
    <w:rsid w:val="00BB5F3C"/>
    <w:rsid w:val="00BB68AF"/>
    <w:rsid w:val="00BC07E5"/>
    <w:rsid w:val="00BC0AE5"/>
    <w:rsid w:val="00BD0073"/>
    <w:rsid w:val="00BD71F3"/>
    <w:rsid w:val="00BE1DB6"/>
    <w:rsid w:val="00BE2837"/>
    <w:rsid w:val="00BE40F3"/>
    <w:rsid w:val="00BE6BBC"/>
    <w:rsid w:val="00BF0347"/>
    <w:rsid w:val="00C012BA"/>
    <w:rsid w:val="00C025E0"/>
    <w:rsid w:val="00C04DD6"/>
    <w:rsid w:val="00C2523A"/>
    <w:rsid w:val="00C2556F"/>
    <w:rsid w:val="00C2610D"/>
    <w:rsid w:val="00C358BC"/>
    <w:rsid w:val="00C372BD"/>
    <w:rsid w:val="00C40A48"/>
    <w:rsid w:val="00C41457"/>
    <w:rsid w:val="00C51DF6"/>
    <w:rsid w:val="00C5290D"/>
    <w:rsid w:val="00C52B65"/>
    <w:rsid w:val="00C65499"/>
    <w:rsid w:val="00C67670"/>
    <w:rsid w:val="00C75F31"/>
    <w:rsid w:val="00C803F2"/>
    <w:rsid w:val="00C832CB"/>
    <w:rsid w:val="00C848B2"/>
    <w:rsid w:val="00C93EFD"/>
    <w:rsid w:val="00CA417A"/>
    <w:rsid w:val="00CA4BF3"/>
    <w:rsid w:val="00CB09DC"/>
    <w:rsid w:val="00CB287E"/>
    <w:rsid w:val="00CB2DF1"/>
    <w:rsid w:val="00CD2D0D"/>
    <w:rsid w:val="00CD5B1B"/>
    <w:rsid w:val="00CE1B1C"/>
    <w:rsid w:val="00CE4BF7"/>
    <w:rsid w:val="00CF0A24"/>
    <w:rsid w:val="00CF4FB6"/>
    <w:rsid w:val="00CF5DFF"/>
    <w:rsid w:val="00D059CF"/>
    <w:rsid w:val="00D12760"/>
    <w:rsid w:val="00D12FFF"/>
    <w:rsid w:val="00D21F36"/>
    <w:rsid w:val="00D22AF6"/>
    <w:rsid w:val="00D24838"/>
    <w:rsid w:val="00D31728"/>
    <w:rsid w:val="00D3298E"/>
    <w:rsid w:val="00D33E82"/>
    <w:rsid w:val="00D451F0"/>
    <w:rsid w:val="00D52929"/>
    <w:rsid w:val="00D76FBF"/>
    <w:rsid w:val="00D8636F"/>
    <w:rsid w:val="00D91410"/>
    <w:rsid w:val="00D92EBE"/>
    <w:rsid w:val="00D9407D"/>
    <w:rsid w:val="00DA33F0"/>
    <w:rsid w:val="00DA3574"/>
    <w:rsid w:val="00DB4EF0"/>
    <w:rsid w:val="00DB6EB2"/>
    <w:rsid w:val="00DD03FF"/>
    <w:rsid w:val="00DD09F0"/>
    <w:rsid w:val="00DD21C5"/>
    <w:rsid w:val="00DE11DF"/>
    <w:rsid w:val="00DE7585"/>
    <w:rsid w:val="00DF030B"/>
    <w:rsid w:val="00DF3FF8"/>
    <w:rsid w:val="00E03482"/>
    <w:rsid w:val="00E04F0A"/>
    <w:rsid w:val="00E06DE2"/>
    <w:rsid w:val="00E25394"/>
    <w:rsid w:val="00E33D3A"/>
    <w:rsid w:val="00E34567"/>
    <w:rsid w:val="00E3756E"/>
    <w:rsid w:val="00E43F6C"/>
    <w:rsid w:val="00E5299D"/>
    <w:rsid w:val="00E64253"/>
    <w:rsid w:val="00EA782B"/>
    <w:rsid w:val="00EC5DE7"/>
    <w:rsid w:val="00ED043D"/>
    <w:rsid w:val="00F2188A"/>
    <w:rsid w:val="00F255BE"/>
    <w:rsid w:val="00F31BF3"/>
    <w:rsid w:val="00F35EF9"/>
    <w:rsid w:val="00F36AE5"/>
    <w:rsid w:val="00F36E13"/>
    <w:rsid w:val="00F36F1B"/>
    <w:rsid w:val="00F46B24"/>
    <w:rsid w:val="00F5145E"/>
    <w:rsid w:val="00F55B56"/>
    <w:rsid w:val="00F60143"/>
    <w:rsid w:val="00F61187"/>
    <w:rsid w:val="00F66D02"/>
    <w:rsid w:val="00F82122"/>
    <w:rsid w:val="00F83C0F"/>
    <w:rsid w:val="00FA52AB"/>
    <w:rsid w:val="00FC3835"/>
    <w:rsid w:val="00FC629B"/>
    <w:rsid w:val="00FC6F2F"/>
    <w:rsid w:val="00FD5310"/>
    <w:rsid w:val="00FE1664"/>
    <w:rsid w:val="00FE4021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BC6A8"/>
  <w15:chartTrackingRefBased/>
  <w15:docId w15:val="{88018217-39AC-4B6F-98B4-A31F6314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styleId="Hipercze">
    <w:name w:val="Hyperlink"/>
    <w:basedOn w:val="Domylnaczcionkaakapitu"/>
    <w:unhideWhenUsed/>
    <w:rPr>
      <w:color w:val="0000FF"/>
      <w:u w:val="single"/>
    </w:rPr>
  </w:style>
  <w:style w:type="character" w:customStyle="1" w:styleId="apple-style-span">
    <w:name w:val="apple-style-span"/>
    <w:basedOn w:val="Domylnaczcionkaakapitu"/>
  </w:style>
  <w:style w:type="paragraph" w:styleId="Tekstpodstawowy2">
    <w:name w:val="Body Text 2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pPr>
      <w:spacing w:after="0" w:line="240" w:lineRule="auto"/>
      <w:ind w:right="164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blokowy">
    <w:name w:val="Block Text"/>
    <w:basedOn w:val="Normalny"/>
    <w:pPr>
      <w:spacing w:line="480" w:lineRule="auto"/>
      <w:ind w:left="4247" w:right="1644"/>
      <w:jc w:val="both"/>
    </w:pPr>
    <w:rPr>
      <w:rFonts w:ascii="Arial" w:hAnsi="Arial"/>
      <w:b/>
      <w:sz w:val="24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paragraph" w:styleId="Tekstpodstawowywcity">
    <w:name w:val="Body Text Indent"/>
    <w:basedOn w:val="Normalny"/>
    <w:pPr>
      <w:spacing w:after="0" w:line="240" w:lineRule="auto"/>
      <w:ind w:firstLine="720"/>
      <w:jc w:val="both"/>
    </w:pPr>
    <w:rPr>
      <w:rFonts w:ascii="Arial" w:eastAsia="Times New Roman" w:hAnsi="Arial" w:cs="Arial"/>
      <w:bCs/>
      <w:lang w:eastAsia="pl-PL"/>
    </w:rPr>
  </w:style>
  <w:style w:type="paragraph" w:styleId="NormalnyWeb">
    <w:name w:val="Normal (Web)"/>
    <w:basedOn w:val="Normalny"/>
    <w:uiPriority w:val="99"/>
    <w:pPr>
      <w:spacing w:after="0" w:line="240" w:lineRule="auto"/>
    </w:pPr>
    <w:rPr>
      <w:rFonts w:ascii="Verdana" w:eastAsia="Arial Unicode MS" w:hAnsi="Verdana" w:cs="Arial Unicode MS"/>
      <w:color w:val="3C3B3E"/>
      <w:sz w:val="17"/>
      <w:szCs w:val="17"/>
      <w:lang w:eastAsia="pl-PL"/>
    </w:r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pPr>
      <w:spacing w:after="120" w:line="276" w:lineRule="auto"/>
      <w:ind w:firstLine="210"/>
    </w:pPr>
    <w:rPr>
      <w:rFonts w:ascii="Calibri" w:eastAsia="Calibri" w:hAnsi="Calibri" w:cs="Times New Roman"/>
      <w:b w:val="0"/>
      <w:bCs w:val="0"/>
      <w:szCs w:val="22"/>
      <w:lang w:eastAsia="en-US"/>
    </w:rPr>
  </w:style>
  <w:style w:type="character" w:styleId="Numerstrony">
    <w:name w:val="page number"/>
    <w:basedOn w:val="Domylnaczcionkaakapitu"/>
  </w:style>
  <w:style w:type="character" w:customStyle="1" w:styleId="PodtytuZnak">
    <w:name w:val="Podtytuł Znak"/>
    <w:basedOn w:val="Domylnaczcionkaakapitu"/>
    <w:link w:val="Podtytu"/>
    <w:rsid w:val="007879C7"/>
    <w:rPr>
      <w:rFonts w:ascii="Arial" w:hAnsi="Arial" w:cs="Arial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rsid w:val="00D940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9407D"/>
    <w:rPr>
      <w:lang w:eastAsia="en-US"/>
    </w:rPr>
  </w:style>
  <w:style w:type="character" w:styleId="Odwoanieprzypisukocowego">
    <w:name w:val="endnote reference"/>
    <w:basedOn w:val="Domylnaczcionkaakapitu"/>
    <w:rsid w:val="00D9407D"/>
    <w:rPr>
      <w:vertAlign w:val="superscript"/>
    </w:rPr>
  </w:style>
  <w:style w:type="table" w:styleId="Tabela-Siatka">
    <w:name w:val="Table Grid"/>
    <w:basedOn w:val="Standardowy"/>
    <w:rsid w:val="00905E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qFormat/>
    <w:rsid w:val="00CA4BF3"/>
    <w:rPr>
      <w:b/>
      <w:bCs/>
    </w:rPr>
  </w:style>
  <w:style w:type="paragraph" w:styleId="Akapitzlist">
    <w:name w:val="List Paragraph"/>
    <w:basedOn w:val="Normalny"/>
    <w:uiPriority w:val="34"/>
    <w:qFormat/>
    <w:rsid w:val="005D4E3D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F83C0F"/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D22AF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255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F2F2F2"/>
                <w:right w:val="none" w:sz="0" w:space="0" w:color="auto"/>
              </w:divBdr>
              <w:divsChild>
                <w:div w:id="55451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8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50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225162">
                                  <w:marLeft w:val="0"/>
                                  <w:marRight w:val="0"/>
                                  <w:marTop w:val="0"/>
                                  <w:marBottom w:val="4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64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damski\Moje%20dokumenty\!!!siw\PRODUKCJE\istowniki-wizyt&#243;wki-druki\instrukcja\fromatki\listownik%20b&amp;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 b&amp;w</Template>
  <TotalTime>11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2008-11-22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2008-11-22</dc:title>
  <dc:subject/>
  <dc:creator>kadamski</dc:creator>
  <cp:keywords/>
  <dc:description/>
  <cp:lastModifiedBy>MOS Waniorowo</cp:lastModifiedBy>
  <cp:revision>6</cp:revision>
  <cp:lastPrinted>2018-07-02T06:42:00Z</cp:lastPrinted>
  <dcterms:created xsi:type="dcterms:W3CDTF">2019-09-19T11:11:00Z</dcterms:created>
  <dcterms:modified xsi:type="dcterms:W3CDTF">2019-09-23T06:08:00Z</dcterms:modified>
</cp:coreProperties>
</file>